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01512F" w14:textId="24EF87C9" w:rsidR="003E786D" w:rsidRPr="00E55421" w:rsidRDefault="00E55421" w:rsidP="0050504E">
      <w:pPr>
        <w:jc w:val="center"/>
        <w:rPr>
          <w:rFonts w:ascii="UD デジタル 教科書体 N-B" w:eastAsia="UD デジタル 教科書体 N-B"/>
          <w:sz w:val="24"/>
          <w:szCs w:val="28"/>
        </w:rPr>
      </w:pPr>
      <w:r w:rsidRPr="00E55421">
        <w:rPr>
          <w:rFonts w:ascii="UD デジタル 教科書体 N-B" w:eastAsia="UD デジタル 教科書体 N-B" w:hint="eastAsia"/>
          <w:sz w:val="28"/>
          <w:szCs w:val="28"/>
        </w:rPr>
        <w:t>小学校道徳</w:t>
      </w:r>
      <w:r w:rsidR="0050504E" w:rsidRPr="00E55421">
        <w:rPr>
          <w:rFonts w:ascii="UD デジタル 教科書体 N-B" w:eastAsia="UD デジタル 教科書体 N-B" w:hint="eastAsia"/>
          <w:sz w:val="28"/>
          <w:szCs w:val="28"/>
        </w:rPr>
        <w:t xml:space="preserve">　サポートシート</w:t>
      </w:r>
      <w:r w:rsidRPr="00E55421">
        <w:rPr>
          <w:rFonts w:ascii="UD デジタル 教科書体 N-B" w:eastAsia="UD デジタル 教科書体 N-B" w:hint="eastAsia"/>
          <w:sz w:val="28"/>
          <w:szCs w:val="28"/>
        </w:rPr>
        <w:t>２年</w:t>
      </w:r>
    </w:p>
    <w:p w14:paraId="3837AD58" w14:textId="6309F68C" w:rsidR="00023E03" w:rsidRPr="00E55421" w:rsidRDefault="00E55421" w:rsidP="00023E03">
      <w:pPr>
        <w:jc w:val="left"/>
        <w:rPr>
          <w:rFonts w:ascii="UD デジタル 教科書体 N-B" w:eastAsia="UD デジタル 教科書体 N-B"/>
          <w:sz w:val="24"/>
          <w:szCs w:val="24"/>
        </w:rPr>
      </w:pPr>
      <w:r w:rsidRPr="00E55421">
        <w:rPr>
          <w:rFonts w:ascii="UD デジタル 教科書体 N-B" w:eastAsia="UD デジタル 教科書体 N-B" w:hint="eastAsia"/>
          <w:sz w:val="24"/>
          <w:szCs w:val="24"/>
        </w:rPr>
        <w:t>じゅんびするもの　きょうか書</w:t>
      </w:r>
      <w:r w:rsidR="00BA71A1">
        <w:rPr>
          <w:rFonts w:ascii="UD デジタル 教科書体 N-B" w:eastAsia="UD デジタル 教科書体 N-B" w:hint="eastAsia"/>
          <w:sz w:val="24"/>
          <w:szCs w:val="24"/>
        </w:rPr>
        <w:t xml:space="preserve">　「じぶんでオッケー</w:t>
      </w:r>
      <w:r>
        <w:rPr>
          <w:rFonts w:ascii="UD デジタル 教科書体 N-B" w:eastAsia="UD デジタル 教科書体 N-B" w:hint="eastAsia"/>
          <w:sz w:val="24"/>
          <w:szCs w:val="24"/>
        </w:rPr>
        <w:t>」</w:t>
      </w:r>
    </w:p>
    <w:p w14:paraId="2094D662" w14:textId="4AC3D47F" w:rsidR="00307FAD" w:rsidRDefault="00633F34" w:rsidP="00A7775E">
      <w:pPr>
        <w:ind w:left="480" w:hangingChars="200" w:hanging="480"/>
        <w:jc w:val="left"/>
        <w:rPr>
          <w:rFonts w:ascii="UD デジタル 教科書体 N-B" w:eastAsia="UD デジタル 教科書体 N-B"/>
          <w:sz w:val="24"/>
          <w:szCs w:val="24"/>
        </w:rPr>
      </w:pPr>
      <w:r>
        <w:rPr>
          <w:rFonts w:ascii="UD デジタル 教科書体 N-B" w:eastAsia="UD デジタル 教科書体 N-B" w:hint="eastAsia"/>
          <w:sz w:val="24"/>
          <w:szCs w:val="24"/>
        </w:rPr>
        <w:t>④</w:t>
      </w:r>
      <w:r w:rsidR="00307FAD">
        <w:rPr>
          <w:rFonts w:ascii="UD デジタル 教科書体 N-B" w:eastAsia="UD デジタル 教科書体 N-B" w:hint="eastAsia"/>
          <w:sz w:val="24"/>
          <w:szCs w:val="24"/>
        </w:rPr>
        <w:t xml:space="preserve">　１</w:t>
      </w:r>
      <w:r>
        <w:rPr>
          <w:rFonts w:ascii="UD デジタル 教科書体 N-B" w:eastAsia="UD デジタル 教科書体 N-B" w:hint="eastAsia"/>
          <w:sz w:val="24"/>
          <w:szCs w:val="24"/>
        </w:rPr>
        <w:t>０</w:t>
      </w:r>
      <w:r w:rsidR="00307FAD">
        <w:rPr>
          <w:rFonts w:ascii="UD デジタル 教科書体 N-B" w:eastAsia="UD デジタル 教科書体 N-B" w:hint="eastAsia"/>
          <w:sz w:val="24"/>
          <w:szCs w:val="24"/>
        </w:rPr>
        <w:t>ページ</w:t>
      </w:r>
      <w:r>
        <w:rPr>
          <w:rFonts w:ascii="UD デジタル 教科書体 N-B" w:eastAsia="UD デジタル 教科書体 N-B" w:hint="eastAsia"/>
          <w:sz w:val="24"/>
          <w:szCs w:val="24"/>
        </w:rPr>
        <w:t>の学校に出かけるとも子のようすと１２ページのともこのようすで、かわったのは　どんなところでしょう。</w:t>
      </w:r>
      <w:r w:rsidR="00307FAD">
        <w:rPr>
          <w:rFonts w:ascii="UD デジタル 教科書体 N-B" w:eastAsia="UD デジタル 教科書体 N-B" w:hint="eastAsia"/>
          <w:sz w:val="24"/>
          <w:szCs w:val="24"/>
        </w:rPr>
        <w:t>あなたはそのことについてどう思いますか。</w:t>
      </w:r>
    </w:p>
    <w:p w14:paraId="081E5933" w14:textId="35DAC2A1" w:rsidR="00307FAD" w:rsidRDefault="00307FAD" w:rsidP="00A7775E">
      <w:pPr>
        <w:ind w:left="480" w:hangingChars="200" w:hanging="480"/>
        <w:jc w:val="left"/>
        <w:rPr>
          <w:rFonts w:ascii="UD デジタル 教科書体 N-B" w:eastAsia="UD デジタル 教科書体 N-B"/>
          <w:sz w:val="24"/>
          <w:szCs w:val="24"/>
        </w:rPr>
      </w:pPr>
    </w:p>
    <w:p w14:paraId="24697621" w14:textId="77777777" w:rsidR="00307FAD" w:rsidRDefault="00307FAD" w:rsidP="00A7775E">
      <w:pPr>
        <w:ind w:left="480" w:hangingChars="200" w:hanging="480"/>
        <w:jc w:val="left"/>
        <w:rPr>
          <w:rFonts w:ascii="UD デジタル 教科書体 N-B" w:eastAsia="UD デジタル 教科書体 N-B"/>
          <w:sz w:val="24"/>
          <w:szCs w:val="24"/>
        </w:rPr>
      </w:pPr>
    </w:p>
    <w:p w14:paraId="272CBB51" w14:textId="5395675E" w:rsidR="00307FAD" w:rsidRDefault="00307FAD" w:rsidP="00A7775E">
      <w:pPr>
        <w:ind w:left="480" w:hangingChars="200" w:hanging="480"/>
        <w:jc w:val="left"/>
        <w:rPr>
          <w:rFonts w:ascii="UD デジタル 教科書体 N-B" w:eastAsia="UD デジタル 教科書体 N-B"/>
          <w:sz w:val="24"/>
          <w:szCs w:val="24"/>
        </w:rPr>
      </w:pPr>
    </w:p>
    <w:p w14:paraId="73239E30" w14:textId="1FB3C955" w:rsidR="00307FAD" w:rsidRDefault="00307FAD" w:rsidP="00A7775E">
      <w:pPr>
        <w:ind w:left="480" w:hangingChars="200" w:hanging="480"/>
        <w:jc w:val="left"/>
        <w:rPr>
          <w:rFonts w:ascii="UD デジタル 教科書体 N-B" w:eastAsia="UD デジタル 教科書体 N-B"/>
          <w:sz w:val="24"/>
          <w:szCs w:val="24"/>
        </w:rPr>
      </w:pPr>
    </w:p>
    <w:p w14:paraId="01FFE720" w14:textId="4F3F7461" w:rsidR="00307FAD" w:rsidRDefault="00712149" w:rsidP="00A7775E">
      <w:pPr>
        <w:ind w:left="480" w:hangingChars="200" w:hanging="480"/>
        <w:jc w:val="left"/>
        <w:rPr>
          <w:rFonts w:ascii="UD デジタル 教科書体 N-B" w:eastAsia="UD デジタル 教科書体 N-B"/>
          <w:sz w:val="24"/>
          <w:szCs w:val="24"/>
        </w:rPr>
      </w:pPr>
      <w:r>
        <w:rPr>
          <w:rFonts w:ascii="UD デジタル 教科書体 N-B" w:eastAsia="UD デジタル 教科書体 N-B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248D5FB" wp14:editId="64E47F75">
                <wp:simplePos x="0" y="0"/>
                <wp:positionH relativeFrom="column">
                  <wp:posOffset>-194383</wp:posOffset>
                </wp:positionH>
                <wp:positionV relativeFrom="margin">
                  <wp:posOffset>283668</wp:posOffset>
                </wp:positionV>
                <wp:extent cx="2054904" cy="5905500"/>
                <wp:effectExtent l="0" t="0" r="21590" b="190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4904" cy="5905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EB4FBA1" w14:textId="6E55BC51" w:rsidR="00633F34" w:rsidRDefault="00633F34" w:rsidP="00A7775E">
                            <w:pPr>
                              <w:rPr>
                                <w:rFonts w:ascii="UD デジタル 教科書体 N-B" w:eastAsia="UD デジタル 教科書体 N-B"/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r>
                              <w:rPr>
                                <w:rFonts w:ascii="UD デジタル 教科書体 N-B" w:eastAsia="UD デジタル 教科書体 N-B" w:hint="eastAsia"/>
                                <w:sz w:val="24"/>
                                <w:szCs w:val="24"/>
                              </w:rPr>
                              <w:t>１０ページのとも子</w:t>
                            </w:r>
                          </w:p>
                          <w:p w14:paraId="6A26564D" w14:textId="5BC9B0F2" w:rsidR="00633F34" w:rsidRDefault="00633F34" w:rsidP="00A7775E"/>
                          <w:p w14:paraId="6396201C" w14:textId="115AB71A" w:rsidR="00633F34" w:rsidRDefault="00633F34" w:rsidP="00A7775E"/>
                          <w:p w14:paraId="602F2D9F" w14:textId="67B93ADC" w:rsidR="00633F34" w:rsidRPr="00633F34" w:rsidRDefault="00633F34" w:rsidP="00A7775E">
                            <w:pPr>
                              <w:rPr>
                                <w:rFonts w:ascii="UD デジタル 教科書体 NP-B" w:eastAsia="UD デジタル 教科書体 NP-B"/>
                                <w:sz w:val="24"/>
                              </w:rPr>
                            </w:pPr>
                            <w:r w:rsidRPr="00633F34">
                              <w:rPr>
                                <w:rFonts w:ascii="UD デジタル 教科書体 NP-B" w:eastAsia="UD デジタル 教科書体 NP-B" w:hint="eastAsia"/>
                                <w:sz w:val="24"/>
                              </w:rPr>
                              <w:t>１２ページのとも子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48D5F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-15.3pt;margin-top:22.35pt;width:161.8pt;height:4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" fillcolor="white [3201]" strokeweight=".5pt">
                <v:textbox style="layout-flow:vertical-ideographic">
                  <w:txbxContent>
                    <w:p w14:paraId="1EB4FBA1" w14:textId="6E55BC51" w:rsidR="00633F34" w:rsidRDefault="00633F34" w:rsidP="00A7775E">
                      <w:pPr>
                        <w:rPr>
                          <w:rFonts w:ascii="UD デジタル 教科書体 N-B" w:eastAsia="UD デジタル 教科書体 N-B"/>
                          <w:sz w:val="24"/>
                          <w:szCs w:val="24"/>
                        </w:rPr>
                      </w:pPr>
                      <w:bookmarkStart w:id="1" w:name="_GoBack"/>
                      <w:r>
                        <w:rPr>
                          <w:rFonts w:ascii="UD デジタル 教科書体 N-B" w:eastAsia="UD デジタル 教科書体 N-B" w:hint="eastAsia"/>
                          <w:sz w:val="24"/>
                          <w:szCs w:val="24"/>
                        </w:rPr>
                        <w:t>１０ページのとも子</w:t>
                      </w:r>
                    </w:p>
                    <w:p w14:paraId="6A26564D" w14:textId="5BC9B0F2" w:rsidR="00633F34" w:rsidRDefault="00633F34" w:rsidP="00A7775E"/>
                    <w:p w14:paraId="6396201C" w14:textId="115AB71A" w:rsidR="00633F34" w:rsidRDefault="00633F34" w:rsidP="00A7775E"/>
                    <w:p w14:paraId="602F2D9F" w14:textId="67B93ADC" w:rsidR="00633F34" w:rsidRPr="00633F34" w:rsidRDefault="00633F34" w:rsidP="00A7775E">
                      <w:pPr>
                        <w:rPr>
                          <w:rFonts w:ascii="UD デジタル 教科書体 NP-B" w:eastAsia="UD デジタル 教科書体 NP-B"/>
                          <w:sz w:val="24"/>
                        </w:rPr>
                      </w:pPr>
                      <w:r w:rsidRPr="00633F34">
                        <w:rPr>
                          <w:rFonts w:ascii="UD デジタル 教科書体 NP-B" w:eastAsia="UD デジタル 教科書体 NP-B" w:hint="eastAsia"/>
                          <w:sz w:val="24"/>
                        </w:rPr>
                        <w:t>１２ページのとも子</w:t>
                      </w:r>
                      <w:bookmarkEnd w:id="1"/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6404BEDD" w14:textId="3378CAF7" w:rsidR="00307FAD" w:rsidRDefault="00307FAD" w:rsidP="00A7775E">
      <w:pPr>
        <w:ind w:left="480" w:hangingChars="200" w:hanging="480"/>
        <w:jc w:val="left"/>
        <w:rPr>
          <w:rFonts w:ascii="UD デジタル 教科書体 N-B" w:eastAsia="UD デジタル 教科書体 N-B"/>
          <w:sz w:val="24"/>
          <w:szCs w:val="24"/>
        </w:rPr>
      </w:pPr>
    </w:p>
    <w:p w14:paraId="37D6A631" w14:textId="5C466936" w:rsidR="00307FAD" w:rsidRDefault="00307FAD" w:rsidP="00A7775E">
      <w:pPr>
        <w:ind w:left="480" w:hangingChars="200" w:hanging="480"/>
        <w:jc w:val="left"/>
        <w:rPr>
          <w:rFonts w:ascii="UD デジタル 教科書体 N-B" w:eastAsia="UD デジタル 教科書体 N-B"/>
          <w:sz w:val="24"/>
          <w:szCs w:val="24"/>
        </w:rPr>
      </w:pPr>
    </w:p>
    <w:p w14:paraId="143F18A2" w14:textId="77777777" w:rsidR="00633F34" w:rsidRDefault="00633F34" w:rsidP="00A7775E">
      <w:pPr>
        <w:ind w:left="480" w:hangingChars="200" w:hanging="480"/>
        <w:jc w:val="left"/>
        <w:rPr>
          <w:rFonts w:ascii="UD デジタル 教科書体 N-B" w:eastAsia="UD デジタル 教科書体 N-B"/>
          <w:sz w:val="24"/>
          <w:szCs w:val="24"/>
        </w:rPr>
      </w:pPr>
    </w:p>
    <w:p w14:paraId="5A798D6B" w14:textId="6CFD66CA" w:rsidR="0058408C" w:rsidRDefault="00307FAD" w:rsidP="00633F34">
      <w:pPr>
        <w:ind w:left="480" w:hangingChars="200" w:hanging="480"/>
        <w:jc w:val="left"/>
        <w:rPr>
          <w:rFonts w:ascii="UD デジタル 教科書体 N-B" w:eastAsia="UD デジタル 教科書体 N-B"/>
          <w:sz w:val="24"/>
          <w:szCs w:val="24"/>
        </w:rPr>
      </w:pPr>
      <w:r>
        <w:rPr>
          <w:rFonts w:ascii="UD デジタル 教科書体 N-B" w:eastAsia="UD デジタル 教科書体 N-B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BCD043C" wp14:editId="1643B646">
                <wp:simplePos x="0" y="0"/>
                <wp:positionH relativeFrom="column">
                  <wp:posOffset>37554</wp:posOffset>
                </wp:positionH>
                <wp:positionV relativeFrom="margin">
                  <wp:posOffset>288925</wp:posOffset>
                </wp:positionV>
                <wp:extent cx="1534372" cy="5905500"/>
                <wp:effectExtent l="0" t="0" r="2794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4372" cy="5905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2C86947" w14:textId="17BF1329" w:rsidR="00633F34" w:rsidRDefault="00633F34" w:rsidP="00307FAD">
                            <w:r>
                              <w:rPr>
                                <w:rFonts w:ascii="UD デジタル 教科書体 N-B" w:eastAsia="UD デジタル 教科書体 N-B" w:hint="eastAsia"/>
                                <w:sz w:val="24"/>
                                <w:szCs w:val="24"/>
                              </w:rPr>
                              <w:t>それに</w:t>
                            </w:r>
                            <w:r>
                              <w:rPr>
                                <w:rFonts w:ascii="UD デジタル 教科書体 N-B" w:eastAsia="UD デジタル 教科書体 N-B"/>
                                <w:sz w:val="24"/>
                                <w:szCs w:val="24"/>
                              </w:rPr>
                              <w:t>ついてあなたはどう思い</w:t>
                            </w:r>
                            <w:r>
                              <w:rPr>
                                <w:rFonts w:ascii="UD デジタル 教科書体 N-B" w:eastAsia="UD デジタル 教科書体 N-B" w:hint="eastAsia"/>
                                <w:sz w:val="24"/>
                                <w:szCs w:val="24"/>
                              </w:rPr>
                              <w:t>ましたか</w:t>
                            </w:r>
                            <w:r>
                              <w:rPr>
                                <w:rFonts w:ascii="UD デジタル 教科書体 N-B" w:eastAsia="UD デジタル 教科書体 N-B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CD043C" id="テキスト ボックス 1" o:spid="_x0000_s1027" type="#_x0000_t202" style="position:absolute;left:0;text-align:left;margin-left:2.95pt;margin-top:22.75pt;width:120.8pt;height:4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" fillcolor="white [3201]" strokeweight=".5pt">
                <v:textbox style="layout-flow:vertical-ideographic">
                  <w:txbxContent>
                    <w:p w14:paraId="42C86947" w14:textId="17BF1329" w:rsidR="00633F34" w:rsidRDefault="00633F34" w:rsidP="00307FAD">
                      <w:r>
                        <w:rPr>
                          <w:rFonts w:ascii="UD デジタル 教科書体 N-B" w:eastAsia="UD デジタル 教科書体 N-B" w:hint="eastAsia"/>
                          <w:sz w:val="24"/>
                          <w:szCs w:val="24"/>
                        </w:rPr>
                        <w:t>それに</w:t>
                      </w:r>
                      <w:r>
                        <w:rPr>
                          <w:rFonts w:ascii="UD デジタル 教科書体 N-B" w:eastAsia="UD デジタル 教科書体 N-B"/>
                          <w:sz w:val="24"/>
                          <w:szCs w:val="24"/>
                        </w:rPr>
                        <w:t>ついてあなたはどう思い</w:t>
                      </w:r>
                      <w:r>
                        <w:rPr>
                          <w:rFonts w:ascii="UD デジタル 教科書体 N-B" w:eastAsia="UD デジタル 教科書体 N-B" w:hint="eastAsia"/>
                          <w:sz w:val="24"/>
                          <w:szCs w:val="24"/>
                        </w:rPr>
                        <w:t>ましたか</w:t>
                      </w:r>
                      <w:r>
                        <w:rPr>
                          <w:rFonts w:ascii="UD デジタル 教科書体 N-B" w:eastAsia="UD デジタル 教科書体 N-B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633F34">
        <w:rPr>
          <w:rFonts w:ascii="UD デジタル 教科書体 N-B" w:eastAsia="UD デジタル 教科書体 N-B" w:hint="eastAsia"/>
          <w:sz w:val="24"/>
          <w:szCs w:val="24"/>
        </w:rPr>
        <w:t>⑤</w:t>
      </w:r>
      <w:r>
        <w:rPr>
          <w:rFonts w:ascii="UD デジタル 教科書体 N-B" w:eastAsia="UD デジタル 教科書体 N-B" w:hint="eastAsia"/>
          <w:sz w:val="24"/>
          <w:szCs w:val="24"/>
        </w:rPr>
        <w:t xml:space="preserve">　</w:t>
      </w:r>
      <w:r w:rsidR="00633F34">
        <w:rPr>
          <w:rFonts w:ascii="UD デジタル 教科書体 N-B" w:eastAsia="UD デジタル 教科書体 N-B" w:hint="eastAsia"/>
          <w:sz w:val="24"/>
          <w:szCs w:val="24"/>
        </w:rPr>
        <w:t>「自分でオッケー」というのは、どういういみか　かんがえてみましょう。</w:t>
      </w:r>
      <w:r>
        <w:rPr>
          <w:rFonts w:ascii="UD デジタル 教科書体 N-B" w:eastAsia="UD デジタル 教科書体 N-B" w:hint="eastAsia"/>
          <w:sz w:val="24"/>
          <w:szCs w:val="24"/>
        </w:rPr>
        <w:t>つぎの日のあさ、とも子はお母さんに聞こうとしたことをやめて、じぶんで「オッケー、オッケー。～」と言ってもちものをかくにんしています。</w:t>
      </w:r>
      <w:r w:rsidR="00633F34">
        <w:rPr>
          <w:rFonts w:ascii="UD デジタル 教科書体 N-B" w:eastAsia="UD デジタル 教科書体 N-B" w:hint="eastAsia"/>
          <w:sz w:val="24"/>
          <w:szCs w:val="24"/>
        </w:rPr>
        <w:t>どんな気もちで「じぶんでオッケー」と言っているのでしょうか。</w:t>
      </w:r>
    </w:p>
    <w:p w14:paraId="29D967ED" w14:textId="1474AB1E" w:rsidR="00633F34" w:rsidRDefault="00633F34" w:rsidP="00633F34">
      <w:pPr>
        <w:ind w:left="480" w:hangingChars="200" w:hanging="480"/>
        <w:jc w:val="left"/>
        <w:rPr>
          <w:rFonts w:ascii="UD デジタル 教科書体 N-B" w:eastAsia="UD デジタル 教科書体 N-B"/>
          <w:sz w:val="24"/>
          <w:szCs w:val="24"/>
        </w:rPr>
      </w:pPr>
    </w:p>
    <w:p w14:paraId="5AD56454" w14:textId="4776E0D4" w:rsidR="00633F34" w:rsidRDefault="00633F34" w:rsidP="00633F34">
      <w:pPr>
        <w:ind w:left="480" w:hangingChars="200" w:hanging="480"/>
        <w:jc w:val="left"/>
        <w:rPr>
          <w:rFonts w:ascii="UD デジタル 教科書体 N-B" w:eastAsia="UD デジタル 教科書体 N-B"/>
          <w:sz w:val="24"/>
          <w:szCs w:val="24"/>
        </w:rPr>
      </w:pPr>
    </w:p>
    <w:p w14:paraId="369BF796" w14:textId="187615C7" w:rsidR="00633F34" w:rsidRDefault="00633F34" w:rsidP="00633F34">
      <w:pPr>
        <w:ind w:left="480" w:hangingChars="200" w:hanging="480"/>
        <w:jc w:val="left"/>
        <w:rPr>
          <w:rFonts w:ascii="UD デジタル 教科書体 N-B" w:eastAsia="UD デジタル 教科書体 N-B"/>
          <w:sz w:val="24"/>
          <w:szCs w:val="24"/>
        </w:rPr>
      </w:pPr>
    </w:p>
    <w:p w14:paraId="052E366F" w14:textId="4AA85AE5" w:rsidR="00633F34" w:rsidRPr="00E55421" w:rsidRDefault="00896D71" w:rsidP="00633F34">
      <w:pPr>
        <w:ind w:left="480" w:hangingChars="200" w:hanging="480"/>
        <w:jc w:val="left"/>
        <w:rPr>
          <w:rFonts w:ascii="UD デジタル 教科書体 N-B" w:eastAsia="UD デジタル 教科書体 N-B"/>
          <w:sz w:val="24"/>
          <w:szCs w:val="24"/>
        </w:rPr>
      </w:pPr>
      <w:r>
        <w:rPr>
          <w:rFonts w:ascii="UD デジタル 教科書体 N-B" w:eastAsia="UD デジタル 教科書体 N-B" w:hint="eastAsia"/>
          <w:sz w:val="24"/>
          <w:szCs w:val="24"/>
        </w:rPr>
        <w:t>◎ふりかえり　二年生になって　じぶんができるようにしたいことはどんなことですか。</w:t>
      </w:r>
      <w:r w:rsidR="00633F34">
        <w:rPr>
          <w:rFonts w:ascii="UD デジタル 教科書体 N-B" w:eastAsia="UD デジタル 教科書体 N-B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CF0609C" wp14:editId="279E9057">
                <wp:simplePos x="0" y="0"/>
                <wp:positionH relativeFrom="column">
                  <wp:posOffset>-87926</wp:posOffset>
                </wp:positionH>
                <wp:positionV relativeFrom="margin">
                  <wp:align>bottom</wp:align>
                </wp:positionV>
                <wp:extent cx="1399481" cy="5905500"/>
                <wp:effectExtent l="0" t="0" r="10795" b="1905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9481" cy="5905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D84BD98" w14:textId="77777777" w:rsidR="00633F34" w:rsidRDefault="00633F34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0609C" id="テキスト ボックス 10" o:spid="_x0000_s1028" type="#_x0000_t202" style="position:absolute;left:0;text-align:left;margin-left:-6.9pt;margin-top:0;width:110.2pt;height:4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" fillcolor="white [3201]" strokeweight=".5pt">
                <v:textbox style="layout-flow:vertical-ideographic">
                  <w:txbxContent>
                    <w:p w14:paraId="3D84BD98" w14:textId="77777777" w:rsidR="00633F34" w:rsidRDefault="00633F34"/>
                  </w:txbxContent>
                </v:textbox>
                <w10:wrap anchory="margin"/>
              </v:shape>
            </w:pict>
          </mc:Fallback>
        </mc:AlternateContent>
      </w:r>
    </w:p>
    <w:p w14:paraId="30CB2885" w14:textId="3B6A7944" w:rsidR="0058408C" w:rsidRDefault="0058408C" w:rsidP="00307FAD">
      <w:pPr>
        <w:jc w:val="left"/>
        <w:rPr>
          <w:rFonts w:ascii="UD デジタル 教科書体 N-B" w:eastAsia="UD デジタル 教科書体 N-B"/>
          <w:sz w:val="24"/>
          <w:szCs w:val="24"/>
        </w:rPr>
      </w:pPr>
    </w:p>
    <w:p w14:paraId="2E374CD3" w14:textId="77777777" w:rsidR="00633F34" w:rsidRDefault="00633F34" w:rsidP="00592B52">
      <w:pPr>
        <w:ind w:left="480" w:hangingChars="200" w:hanging="480"/>
        <w:jc w:val="left"/>
        <w:rPr>
          <w:rFonts w:ascii="UD デジタル 教科書体 N-B" w:eastAsia="UD デジタル 教科書体 N-B"/>
          <w:sz w:val="24"/>
          <w:szCs w:val="24"/>
        </w:rPr>
      </w:pPr>
    </w:p>
    <w:p w14:paraId="7F735014" w14:textId="0C507FE3" w:rsidR="002242FE" w:rsidRPr="00E55421" w:rsidRDefault="002242FE" w:rsidP="00633F34">
      <w:pPr>
        <w:jc w:val="left"/>
        <w:rPr>
          <w:rFonts w:ascii="UD デジタル 教科書体 N-B" w:eastAsia="UD デジタル 教科書体 N-B"/>
          <w:sz w:val="24"/>
          <w:szCs w:val="24"/>
        </w:rPr>
      </w:pPr>
    </w:p>
    <w:sectPr w:rsidR="002242FE" w:rsidRPr="00E55421" w:rsidSect="00DC5A58">
      <w:headerReference w:type="default" r:id="rId6"/>
      <w:pgSz w:w="16838" w:h="11906" w:orient="landscape"/>
      <w:pgMar w:top="1077" w:right="1077" w:bottom="1077" w:left="1077" w:header="0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52A9B5" w14:textId="77777777" w:rsidR="00633F34" w:rsidRDefault="00633F34" w:rsidP="00DC5A58">
      <w:r>
        <w:separator/>
      </w:r>
    </w:p>
  </w:endnote>
  <w:endnote w:type="continuationSeparator" w:id="0">
    <w:p w14:paraId="3CEEC308" w14:textId="77777777" w:rsidR="00633F34" w:rsidRDefault="00633F34" w:rsidP="00DC5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4E8B25" w14:textId="77777777" w:rsidR="00633F34" w:rsidRDefault="00633F34" w:rsidP="00DC5A58">
      <w:r>
        <w:separator/>
      </w:r>
    </w:p>
  </w:footnote>
  <w:footnote w:type="continuationSeparator" w:id="0">
    <w:p w14:paraId="57A6F47C" w14:textId="77777777" w:rsidR="00633F34" w:rsidRDefault="00633F34" w:rsidP="00DC5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7A8728" w14:textId="43ED3916" w:rsidR="00633F34" w:rsidRDefault="00633F34" w:rsidP="00DC5A58">
    <w:pPr>
      <w:pStyle w:val="a3"/>
      <w:ind w:right="840"/>
      <w:rPr>
        <w:bdr w:val="single" w:sz="4" w:space="0" w:color="auto" w:frame="1"/>
      </w:rPr>
    </w:pPr>
    <w:r>
      <w:rPr>
        <w:rFonts w:hint="eastAsia"/>
        <w:bdr w:val="single" w:sz="4" w:space="0" w:color="auto" w:frame="1"/>
      </w:rPr>
      <w:t xml:space="preserve">　　　</w:t>
    </w:r>
  </w:p>
  <w:p w14:paraId="69896931" w14:textId="77777777" w:rsidR="00633F34" w:rsidRDefault="00633F34" w:rsidP="00DC5A58">
    <w:pPr>
      <w:pStyle w:val="a3"/>
      <w:ind w:right="840"/>
      <w:rPr>
        <w:bdr w:val="single" w:sz="4" w:space="0" w:color="auto" w:frame="1"/>
      </w:rPr>
    </w:pPr>
  </w:p>
  <w:p w14:paraId="5B28CD80" w14:textId="2AA26DA5" w:rsidR="00633F34" w:rsidRDefault="00633F34" w:rsidP="00DC5A58">
    <w:pPr>
      <w:pStyle w:val="a3"/>
      <w:ind w:right="840" w:firstLineChars="100" w:firstLine="210"/>
      <w:rPr>
        <w:bdr w:val="single" w:sz="4" w:space="0" w:color="auto" w:frame="1"/>
      </w:rPr>
    </w:pPr>
    <w:r>
      <w:rPr>
        <w:rFonts w:hint="eastAsia"/>
        <w:bdr w:val="single" w:sz="4" w:space="0" w:color="auto" w:frame="1"/>
      </w:rPr>
      <w:t>小学校２年　道徳５</w:t>
    </w:r>
  </w:p>
  <w:p w14:paraId="7BFDCDA5" w14:textId="7256778D" w:rsidR="00633F34" w:rsidRDefault="00633F34">
    <w:pPr>
      <w:pStyle w:val="a3"/>
    </w:pPr>
  </w:p>
  <w:p w14:paraId="37497705" w14:textId="77777777" w:rsidR="00633F34" w:rsidRDefault="00633F3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04E"/>
    <w:rsid w:val="00023E03"/>
    <w:rsid w:val="000B09E5"/>
    <w:rsid w:val="000B2FDD"/>
    <w:rsid w:val="00133BF1"/>
    <w:rsid w:val="0017303B"/>
    <w:rsid w:val="00200E66"/>
    <w:rsid w:val="002242FE"/>
    <w:rsid w:val="002324F5"/>
    <w:rsid w:val="00307FAD"/>
    <w:rsid w:val="003106CB"/>
    <w:rsid w:val="00322FA5"/>
    <w:rsid w:val="003E786D"/>
    <w:rsid w:val="00436F89"/>
    <w:rsid w:val="0047274E"/>
    <w:rsid w:val="0050504E"/>
    <w:rsid w:val="005343F6"/>
    <w:rsid w:val="0058408C"/>
    <w:rsid w:val="00592B52"/>
    <w:rsid w:val="00624105"/>
    <w:rsid w:val="00633F34"/>
    <w:rsid w:val="0067549B"/>
    <w:rsid w:val="00710254"/>
    <w:rsid w:val="00712149"/>
    <w:rsid w:val="007837E4"/>
    <w:rsid w:val="007A2F38"/>
    <w:rsid w:val="007A5430"/>
    <w:rsid w:val="007A77C9"/>
    <w:rsid w:val="008817BE"/>
    <w:rsid w:val="00896D71"/>
    <w:rsid w:val="008E073C"/>
    <w:rsid w:val="008E3592"/>
    <w:rsid w:val="009D7997"/>
    <w:rsid w:val="00A7775E"/>
    <w:rsid w:val="00BA267E"/>
    <w:rsid w:val="00BA71A1"/>
    <w:rsid w:val="00D56040"/>
    <w:rsid w:val="00DC5A58"/>
    <w:rsid w:val="00DC682E"/>
    <w:rsid w:val="00E55421"/>
    <w:rsid w:val="00E8331E"/>
    <w:rsid w:val="00F452DA"/>
    <w:rsid w:val="00F57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7818DD9"/>
  <w15:chartTrackingRefBased/>
  <w15:docId w15:val="{F4E2D9C5-A286-40EB-BABE-FFC280D0F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5A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5A58"/>
  </w:style>
  <w:style w:type="paragraph" w:styleId="a5">
    <w:name w:val="footer"/>
    <w:basedOn w:val="a"/>
    <w:link w:val="a6"/>
    <w:uiPriority w:val="99"/>
    <w:unhideWhenUsed/>
    <w:rsid w:val="00DC5A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5A58"/>
  </w:style>
  <w:style w:type="table" w:styleId="a7">
    <w:name w:val="Table Grid"/>
    <w:basedOn w:val="a1"/>
    <w:uiPriority w:val="39"/>
    <w:rsid w:val="00BA26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96D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96D7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01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A3BDD47F</Template>
  <TotalTime>262</TotalTime>
  <Pages>2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全仁 伊藤</dc:creator>
  <cp:keywords/>
  <dc:description/>
  <cp:lastModifiedBy>20126438</cp:lastModifiedBy>
  <cp:revision>25</cp:revision>
  <cp:lastPrinted>2020-05-14T06:50:00Z</cp:lastPrinted>
  <dcterms:created xsi:type="dcterms:W3CDTF">2020-04-28T09:43:00Z</dcterms:created>
  <dcterms:modified xsi:type="dcterms:W3CDTF">2020-05-14T06:50:00Z</dcterms:modified>
</cp:coreProperties>
</file>